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1DACF25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B0D57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A42CE9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EB0D5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A42CE9">
        <w:rPr>
          <w:rFonts w:ascii="Corbel" w:hAnsi="Corbel"/>
          <w:i/>
          <w:smallCaps/>
          <w:sz w:val="24"/>
          <w:szCs w:val="24"/>
          <w:u w:val="single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246FE22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B0D57">
        <w:rPr>
          <w:rFonts w:ascii="Corbel" w:hAnsi="Corbel"/>
          <w:sz w:val="20"/>
          <w:szCs w:val="20"/>
        </w:rPr>
        <w:t>202</w:t>
      </w:r>
      <w:r w:rsidR="00A42CE9">
        <w:rPr>
          <w:rFonts w:ascii="Corbel" w:hAnsi="Corbel"/>
          <w:sz w:val="20"/>
          <w:szCs w:val="20"/>
        </w:rPr>
        <w:t>1</w:t>
      </w:r>
      <w:r w:rsidR="00EB0D57">
        <w:rPr>
          <w:rFonts w:ascii="Corbel" w:hAnsi="Corbel"/>
          <w:sz w:val="20"/>
          <w:szCs w:val="20"/>
        </w:rPr>
        <w:t>/202</w:t>
      </w:r>
      <w:r w:rsidR="00A42CE9">
        <w:rPr>
          <w:rFonts w:ascii="Corbel" w:hAnsi="Corbel"/>
          <w:sz w:val="20"/>
          <w:szCs w:val="20"/>
        </w:rPr>
        <w:t>2</w:t>
      </w:r>
      <w:r w:rsidR="002111A3">
        <w:rPr>
          <w:rFonts w:ascii="Corbel" w:hAnsi="Corbel"/>
          <w:sz w:val="20"/>
          <w:szCs w:val="20"/>
        </w:rPr>
        <w:t>, 202</w:t>
      </w:r>
      <w:r w:rsidR="00A42CE9">
        <w:rPr>
          <w:rFonts w:ascii="Corbel" w:hAnsi="Corbel"/>
          <w:sz w:val="20"/>
          <w:szCs w:val="20"/>
        </w:rPr>
        <w:t>2</w:t>
      </w:r>
      <w:r w:rsidR="00EB0D57">
        <w:rPr>
          <w:rFonts w:ascii="Corbel" w:hAnsi="Corbel"/>
          <w:sz w:val="20"/>
          <w:szCs w:val="20"/>
        </w:rPr>
        <w:t>/20</w:t>
      </w:r>
      <w:r w:rsidR="00A42CE9">
        <w:rPr>
          <w:rFonts w:ascii="Corbel" w:hAnsi="Corbel"/>
          <w:sz w:val="20"/>
          <w:szCs w:val="20"/>
        </w:rPr>
        <w:t>23</w:t>
      </w:r>
      <w:r w:rsidR="00192B87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3572A289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24D687F" w:rsidR="0085747A" w:rsidRPr="009C54AE" w:rsidRDefault="00E066F7" w:rsidP="00FD07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0350D82" w:rsidR="0085747A" w:rsidRPr="009C54AE" w:rsidRDefault="005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49F802B" w:rsidR="0085747A" w:rsidRPr="009C54AE" w:rsidRDefault="007E6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Zofia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  <w:r w:rsidR="003035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4DAD0494" w:rsidR="0045566A" w:rsidRPr="009C54AE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5E3DE048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4431F0C7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4993C99C" w:rsidR="0045566A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5566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2D743665" w:rsidR="00217224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77777777" w:rsidR="001A6BA8" w:rsidRDefault="001A6BA8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7D11BAC1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zrozumie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77777777" w:rsidR="00B17AFA" w:rsidRPr="00B17AFA" w:rsidRDefault="00B17AFA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0F4F88BA" w:rsidR="0085747A" w:rsidRPr="009C54AE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2BC75577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54A72">
              <w:rPr>
                <w:rFonts w:ascii="Corbel" w:hAnsi="Corbel"/>
                <w:sz w:val="24"/>
                <w:szCs w:val="24"/>
              </w:rPr>
              <w:t xml:space="preserve"> (</w:t>
            </w:r>
            <w:r w:rsidR="005E1494">
              <w:rPr>
                <w:rFonts w:ascii="Corbel" w:hAnsi="Corbel"/>
                <w:sz w:val="24"/>
                <w:szCs w:val="24"/>
              </w:rPr>
              <w:t>po dwie godz. w każdym semestrze</w:t>
            </w:r>
            <w:r w:rsidR="00754A7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63F4ED2" w:rsidR="00C61DC5" w:rsidRPr="009C54AE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0023D09C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563C20C2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 2016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2DE43DB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02666B6B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0C265F28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371D42A5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DD391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C0FD99E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DD39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C6D48" w14:textId="77777777" w:rsidR="00A052C7" w:rsidRDefault="00A052C7" w:rsidP="00C16ABF">
      <w:pPr>
        <w:spacing w:after="0" w:line="240" w:lineRule="auto"/>
      </w:pPr>
      <w:r>
        <w:separator/>
      </w:r>
    </w:p>
  </w:endnote>
  <w:endnote w:type="continuationSeparator" w:id="0">
    <w:p w14:paraId="1C8A5F61" w14:textId="77777777" w:rsidR="00A052C7" w:rsidRDefault="00A05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04FC4" w14:textId="77777777" w:rsidR="00A052C7" w:rsidRDefault="00A052C7" w:rsidP="00C16ABF">
      <w:pPr>
        <w:spacing w:after="0" w:line="240" w:lineRule="auto"/>
      </w:pPr>
      <w:r>
        <w:separator/>
      </w:r>
    </w:p>
  </w:footnote>
  <w:footnote w:type="continuationSeparator" w:id="0">
    <w:p w14:paraId="5A02AA07" w14:textId="77777777" w:rsidR="00A052C7" w:rsidRDefault="00A052C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B87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F3"/>
    <w:rsid w:val="00445970"/>
    <w:rsid w:val="0045566A"/>
    <w:rsid w:val="00461EFC"/>
    <w:rsid w:val="004652C2"/>
    <w:rsid w:val="004662CA"/>
    <w:rsid w:val="004706D1"/>
    <w:rsid w:val="00471326"/>
    <w:rsid w:val="0047598D"/>
    <w:rsid w:val="004840FD"/>
    <w:rsid w:val="00490F7D"/>
    <w:rsid w:val="00491675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7C63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D666A"/>
    <w:rsid w:val="005E1494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620D9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54A72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6E5A"/>
    <w:rsid w:val="0098063C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8EA"/>
    <w:rsid w:val="00A00ECC"/>
    <w:rsid w:val="00A052C7"/>
    <w:rsid w:val="00A155EE"/>
    <w:rsid w:val="00A2245B"/>
    <w:rsid w:val="00A30110"/>
    <w:rsid w:val="00A30F85"/>
    <w:rsid w:val="00A3481D"/>
    <w:rsid w:val="00A36899"/>
    <w:rsid w:val="00A371F6"/>
    <w:rsid w:val="00A42CE9"/>
    <w:rsid w:val="00A43BF6"/>
    <w:rsid w:val="00A53FA5"/>
    <w:rsid w:val="00A54817"/>
    <w:rsid w:val="00A601C8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B53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D391F"/>
    <w:rsid w:val="00DE09C0"/>
    <w:rsid w:val="00DE4A14"/>
    <w:rsid w:val="00DF1CDD"/>
    <w:rsid w:val="00DF320D"/>
    <w:rsid w:val="00DF71C8"/>
    <w:rsid w:val="00E066F7"/>
    <w:rsid w:val="00E07425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D57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0748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362F0-B30E-4267-B751-DA4D4BA2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1913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2019-10-17T17:39:00Z</dcterms:created>
  <dcterms:modified xsi:type="dcterms:W3CDTF">2021-09-24T11:36:00Z</dcterms:modified>
</cp:coreProperties>
</file>